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D0B94" w14:textId="77777777" w:rsidR="00487827" w:rsidRPr="00D25E38" w:rsidRDefault="00487827" w:rsidP="0090253A">
      <w:pPr>
        <w:tabs>
          <w:tab w:val="left" w:pos="1134"/>
        </w:tabs>
        <w:spacing w:line="264" w:lineRule="auto"/>
        <w:rPr>
          <w:rFonts w:cs="Arial"/>
          <w:b/>
        </w:rPr>
      </w:pPr>
    </w:p>
    <w:p w14:paraId="1BED011D" w14:textId="135775C1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167FCF">
        <w:rPr>
          <w:rFonts w:cs="Arial"/>
          <w:b/>
        </w:rPr>
        <w:t>30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0ACBB634" w14:textId="156CDEA0" w:rsidR="00DF622C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167FCF">
        <w:rPr>
          <w:rFonts w:cs="Arial"/>
          <w:b/>
          <w:bCs/>
        </w:rPr>
        <w:t>01</w:t>
      </w:r>
      <w:r w:rsidR="004C301C" w:rsidRPr="00D25E38">
        <w:rPr>
          <w:rFonts w:cs="Arial"/>
          <w:b/>
        </w:rPr>
        <w:t>/</w:t>
      </w:r>
      <w:r w:rsidR="00167FCF">
        <w:rPr>
          <w:rFonts w:cs="Arial"/>
          <w:b/>
        </w:rPr>
        <w:t>1</w:t>
      </w:r>
      <w:r w:rsidR="008F6682" w:rsidRPr="00D25E38">
        <w:rPr>
          <w:rFonts w:cs="Arial"/>
          <w:b/>
        </w:rPr>
        <w:t>0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77777777" w:rsidR="00167FCF" w:rsidRPr="00F967F8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582092">
        <w:rPr>
          <w:rFonts w:cs="Arial"/>
          <w:b/>
          <w:color w:val="000000"/>
          <w:u w:val="single"/>
        </w:rPr>
        <w:t xml:space="preserve">PLE nº </w:t>
      </w:r>
      <w:r>
        <w:rPr>
          <w:rFonts w:cs="Arial"/>
          <w:b/>
          <w:color w:val="000000"/>
          <w:u w:val="single"/>
        </w:rPr>
        <w:t>33</w:t>
      </w:r>
      <w:r w:rsidRPr="00582092">
        <w:rPr>
          <w:rFonts w:cs="Arial"/>
          <w:b/>
          <w:color w:val="000000"/>
          <w:u w:val="single"/>
        </w:rPr>
        <w:t>/2025 - Projeto de Lei do Executivo</w:t>
      </w:r>
    </w:p>
    <w:p w14:paraId="50F04490" w14:textId="5051384A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167FCF" w:rsidRPr="00582092">
        <w:rPr>
          <w:rFonts w:cs="Arial"/>
          <w:color w:val="000000"/>
        </w:rPr>
        <w:t>Prefeito Municipal Celso Florêncio de Souza</w:t>
      </w:r>
      <w:r w:rsidR="00167FCF" w:rsidRPr="00F967F8">
        <w:rPr>
          <w:rFonts w:cs="Arial"/>
          <w:color w:val="000000"/>
        </w:rPr>
        <w:t>.</w:t>
      </w:r>
    </w:p>
    <w:p w14:paraId="2C8322D4" w14:textId="2A89224F" w:rsidR="0090253A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67FCF" w:rsidRPr="0023469D">
        <w:rPr>
          <w:rFonts w:cs="Arial"/>
          <w:color w:val="000000"/>
        </w:rPr>
        <w:t>Altera a Lei nº 6.381, de 28 de abril de 2021, que autoriza o Poder Executivo a contratar temporariamente médicos generalistas 40 horas a fim de suprir vagas existentes e não preenchidas pelo Programa Mais Médicos nas Equipes de Estratégia de Saúde da Família - ESF do Município.</w:t>
      </w:r>
    </w:p>
    <w:p w14:paraId="57169927" w14:textId="2740EDE8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A52F03">
        <w:rPr>
          <w:rFonts w:cs="Arial"/>
          <w:color w:val="000000"/>
        </w:rPr>
        <w:t xml:space="preserve"> </w:t>
      </w:r>
      <w:r w:rsidR="002D1AC3">
        <w:rPr>
          <w:rFonts w:cs="Arial"/>
          <w:color w:val="000000"/>
        </w:rPr>
        <w:t>Aprovado.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529E6571" w:rsidR="0090253A" w:rsidRPr="00167FCF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582092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C</w:t>
      </w:r>
      <w:r w:rsidRPr="00582092">
        <w:rPr>
          <w:rFonts w:cs="Arial"/>
          <w:b/>
          <w:color w:val="000000"/>
          <w:u w:val="single"/>
        </w:rPr>
        <w:t xml:space="preserve">E nº </w:t>
      </w:r>
      <w:r>
        <w:rPr>
          <w:rFonts w:cs="Arial"/>
          <w:b/>
          <w:color w:val="000000"/>
          <w:u w:val="single"/>
        </w:rPr>
        <w:t>4</w:t>
      </w:r>
      <w:r w:rsidRPr="00582092">
        <w:rPr>
          <w:rFonts w:cs="Arial"/>
          <w:b/>
          <w:color w:val="000000"/>
          <w:u w:val="single"/>
        </w:rPr>
        <w:t xml:space="preserve">/2025 - Projeto de </w:t>
      </w:r>
      <w:r w:rsidRPr="00557DB3">
        <w:rPr>
          <w:rFonts w:cs="Arial"/>
          <w:b/>
          <w:color w:val="000000"/>
          <w:u w:val="single"/>
        </w:rPr>
        <w:t>Lei Complementar do Executivo</w:t>
      </w:r>
    </w:p>
    <w:p w14:paraId="3B6CE083" w14:textId="66A7F1E6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167FCF" w:rsidRPr="00582092">
        <w:rPr>
          <w:rFonts w:cs="Arial"/>
          <w:color w:val="000000"/>
        </w:rPr>
        <w:t>Prefeito Municipal Celso Florêncio de Souza</w:t>
      </w:r>
      <w:r w:rsidR="00167FCF" w:rsidRPr="00F967F8">
        <w:rPr>
          <w:rFonts w:cs="Arial"/>
          <w:color w:val="000000"/>
        </w:rPr>
        <w:t>.</w:t>
      </w:r>
    </w:p>
    <w:p w14:paraId="5AEDD057" w14:textId="76803E4F" w:rsidR="0090253A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67FCF" w:rsidRPr="00557DB3">
        <w:rPr>
          <w:rFonts w:cs="Arial"/>
          <w:color w:val="000000"/>
        </w:rPr>
        <w:t>Altera a Lei Complementar nº 101, de 27 de setembro de 2018, que institui o Código de Obras e Edificações do Município de Jacareí, e dá outras providências.</w:t>
      </w:r>
    </w:p>
    <w:p w14:paraId="56468785" w14:textId="751E63F0" w:rsidR="00AC1AAB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16238A" w:rsidRPr="0016238A">
        <w:rPr>
          <w:rFonts w:cs="Arial"/>
          <w:color w:val="000000"/>
        </w:rPr>
        <w:t xml:space="preserve"> </w:t>
      </w:r>
      <w:r w:rsidR="00A92F2E">
        <w:rPr>
          <w:rFonts w:cs="Arial"/>
          <w:color w:val="000000"/>
        </w:rPr>
        <w:t>Aprovado.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CEA095D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681B482" w14:textId="77777777" w:rsidR="00167FCF" w:rsidRPr="00F967F8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582092">
        <w:rPr>
          <w:rFonts w:cs="Arial"/>
          <w:b/>
          <w:color w:val="000000"/>
          <w:u w:val="single"/>
        </w:rPr>
        <w:t>PL</w:t>
      </w:r>
      <w:r>
        <w:rPr>
          <w:rFonts w:cs="Arial"/>
          <w:b/>
          <w:color w:val="000000"/>
          <w:u w:val="single"/>
        </w:rPr>
        <w:t>C</w:t>
      </w:r>
      <w:r w:rsidRPr="00582092">
        <w:rPr>
          <w:rFonts w:cs="Arial"/>
          <w:b/>
          <w:color w:val="000000"/>
          <w:u w:val="single"/>
        </w:rPr>
        <w:t xml:space="preserve">E nº </w:t>
      </w:r>
      <w:r>
        <w:rPr>
          <w:rFonts w:cs="Arial"/>
          <w:b/>
          <w:color w:val="000000"/>
          <w:u w:val="single"/>
        </w:rPr>
        <w:t>5</w:t>
      </w:r>
      <w:r w:rsidRPr="00582092">
        <w:rPr>
          <w:rFonts w:cs="Arial"/>
          <w:b/>
          <w:color w:val="000000"/>
          <w:u w:val="single"/>
        </w:rPr>
        <w:t xml:space="preserve">/2025 - Projeto de </w:t>
      </w:r>
      <w:r w:rsidRPr="00557DB3">
        <w:rPr>
          <w:rFonts w:cs="Arial"/>
          <w:b/>
          <w:color w:val="000000"/>
          <w:u w:val="single"/>
        </w:rPr>
        <w:t>Lei Complementar do Executivo</w:t>
      </w:r>
    </w:p>
    <w:p w14:paraId="30074E62" w14:textId="77777777" w:rsidR="0090253A" w:rsidRPr="00F967F8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582092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14:paraId="2356D4CE" w14:textId="3966AD3F" w:rsidR="0090253A" w:rsidRDefault="0090253A" w:rsidP="00167FCF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67FCF" w:rsidRPr="0023469D">
        <w:rPr>
          <w:rFonts w:cs="Arial"/>
          <w:color w:val="000000"/>
        </w:rPr>
        <w:t>Altera Lei Complementar n° 83, de 27 de fevereiro de 2015, que dispõe sobre o Estatuto, Plano de Carreira e remuneração do magistério do Município de Jacareí e dá outras providências.</w:t>
      </w:r>
    </w:p>
    <w:p w14:paraId="393A7493" w14:textId="0F90E96E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>:</w:t>
      </w:r>
      <w:r w:rsidR="007D26C9" w:rsidRPr="007D26C9">
        <w:rPr>
          <w:rFonts w:cs="Arial"/>
          <w:color w:val="000000"/>
        </w:rPr>
        <w:t xml:space="preserve"> </w:t>
      </w:r>
      <w:r w:rsidR="00A92F2E">
        <w:rPr>
          <w:rFonts w:cs="Arial"/>
          <w:color w:val="000000"/>
        </w:rPr>
        <w:t xml:space="preserve">Aprovado. </w:t>
      </w:r>
      <w:bookmarkStart w:id="0" w:name="_GoBack"/>
      <w:bookmarkEnd w:id="0"/>
      <w:r w:rsidR="00B1179A">
        <w:rPr>
          <w:rFonts w:cs="Arial"/>
          <w:color w:val="000000"/>
        </w:rPr>
        <w:t>Retorna na Sessão Ordinária do dia 08/10/2025.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31123BA" w14:textId="77777777" w:rsidR="00167FCF" w:rsidRDefault="00167F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822523A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47B93EE1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8AE2657" w14:textId="77777777" w:rsidR="00C60D2D" w:rsidRDefault="00C60D2D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16238A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16238A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16238A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0253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CE7B81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06497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8010-5023-4B16-AF58-4D3BFDFC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2715</TotalTime>
  <Pages>1</Pages>
  <Words>208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844</cp:revision>
  <cp:lastPrinted>2025-09-24T18:44:00Z</cp:lastPrinted>
  <dcterms:created xsi:type="dcterms:W3CDTF">2023-02-13T12:04:00Z</dcterms:created>
  <dcterms:modified xsi:type="dcterms:W3CDTF">2025-10-01T15:43:00Z</dcterms:modified>
</cp:coreProperties>
</file>